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3FF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F01815" w14:textId="77777777" w:rsidR="00531639" w:rsidRPr="00531639" w:rsidRDefault="00531639" w:rsidP="005316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1639">
        <w:rPr>
          <w:rFonts w:ascii="Corbel" w:hAnsi="Corbel"/>
          <w:b/>
          <w:smallCaps/>
          <w:sz w:val="24"/>
          <w:szCs w:val="24"/>
        </w:rPr>
        <w:t>SYLABUS</w:t>
      </w:r>
    </w:p>
    <w:p w14:paraId="30D8BC31" w14:textId="77777777" w:rsidR="00531639" w:rsidRPr="00531639" w:rsidRDefault="00531639" w:rsidP="005316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163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1639">
        <w:rPr>
          <w:rFonts w:ascii="Corbel" w:hAnsi="Corbel"/>
          <w:i/>
          <w:smallCaps/>
          <w:sz w:val="24"/>
          <w:szCs w:val="24"/>
        </w:rPr>
        <w:t>2020-2022</w:t>
      </w:r>
    </w:p>
    <w:p w14:paraId="05B8601F" w14:textId="77777777" w:rsidR="00531639" w:rsidRPr="00531639" w:rsidRDefault="00531639" w:rsidP="005316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1639">
        <w:rPr>
          <w:rFonts w:ascii="Corbel" w:hAnsi="Corbel"/>
          <w:sz w:val="20"/>
          <w:szCs w:val="20"/>
        </w:rPr>
        <w:tab/>
      </w:r>
      <w:r w:rsidRPr="00531639">
        <w:rPr>
          <w:rFonts w:ascii="Corbel" w:hAnsi="Corbel"/>
          <w:sz w:val="20"/>
          <w:szCs w:val="20"/>
        </w:rPr>
        <w:tab/>
      </w:r>
      <w:r w:rsidRPr="00531639">
        <w:rPr>
          <w:rFonts w:ascii="Corbel" w:hAnsi="Corbel"/>
          <w:sz w:val="20"/>
          <w:szCs w:val="20"/>
        </w:rPr>
        <w:tab/>
      </w:r>
      <w:r w:rsidRPr="00531639">
        <w:rPr>
          <w:rFonts w:ascii="Corbel" w:hAnsi="Corbel"/>
          <w:sz w:val="20"/>
          <w:szCs w:val="20"/>
        </w:rPr>
        <w:tab/>
        <w:t>Rok akademicki   2021-2022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6255CB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P2S[3]F_04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6B2412" w14:textId="77777777" w:rsidR="0085747A" w:rsidRPr="009C54AE" w:rsidRDefault="004D7A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4DE9DE" w14:textId="77777777" w:rsidR="00665A5A" w:rsidRPr="00AC5DAD" w:rsidRDefault="00665A5A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2" w:name="_Hlk55244190"/>
      <w:r w:rsidRPr="00AC5DAD">
        <w:rPr>
          <w:rFonts w:ascii="Corbel" w:hAnsi="Corbel"/>
          <w:b w:val="0"/>
          <w:bCs/>
          <w:smallCaps w:val="0"/>
          <w:szCs w:val="24"/>
        </w:rPr>
        <w:t>zaliczenie z oceną</w:t>
      </w:r>
    </w:p>
    <w:bookmarkEnd w:id="2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77777777" w:rsidR="0085747A" w:rsidRPr="00AC5DAD" w:rsidRDefault="00AE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110A08ED" w14:textId="77777777" w:rsidR="00200ECE" w:rsidRPr="00AC5DAD" w:rsidRDefault="00D76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i koordynować działania zespołu, umie  przyjmować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i 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</w:t>
            </w:r>
          </w:p>
          <w:p w14:paraId="49051502" w14:textId="77777777" w:rsidR="00D76E91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pozwalające na 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 charakterze profilaktycznym, socjoterapeutycznym, czy reedukacyjnym na rzecz dzieci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77777777" w:rsidR="0085747A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 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7777777" w:rsidR="0085747A" w:rsidRPr="00AC5DAD" w:rsidRDefault="001E1E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77777777" w:rsidR="00200ECE" w:rsidRPr="00AC5DAD" w:rsidRDefault="00DB6B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7777777" w:rsidR="0085747A" w:rsidRPr="009C54AE" w:rsidRDefault="00625F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----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743C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743C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743CA1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625F1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streetwokerskie.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  <w:tr w:rsidR="00743CA1" w:rsidRPr="009C54AE" w14:paraId="1F0C397D" w14:textId="77777777" w:rsidTr="00743CA1">
        <w:tc>
          <w:tcPr>
            <w:tcW w:w="9520" w:type="dxa"/>
          </w:tcPr>
          <w:p w14:paraId="3F93AACC" w14:textId="77777777" w:rsidR="00743CA1" w:rsidRPr="00625F1A" w:rsidRDefault="00625F1A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Podsumowanie zajęć</w:t>
            </w:r>
            <w:r w:rsidR="00665A5A">
              <w:rPr>
                <w:rFonts w:ascii="Corbel" w:hAnsi="Corbel"/>
                <w:iCs/>
                <w:sz w:val="24"/>
                <w:szCs w:val="24"/>
              </w:rPr>
              <w:t xml:space="preserve"> i zaliczenie.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77777777" w:rsidR="00467428" w:rsidRPr="00467428" w:rsidRDefault="00467428" w:rsidP="00467428">
      <w:pPr>
        <w:ind w:firstLine="426"/>
        <w:rPr>
          <w:rFonts w:ascii="Corbel" w:hAnsi="Corbel"/>
          <w:bCs/>
          <w:sz w:val="24"/>
          <w:szCs w:val="24"/>
        </w:rPr>
      </w:pPr>
      <w:r w:rsidRPr="00467428">
        <w:rPr>
          <w:rFonts w:ascii="Corbel" w:hAnsi="Corbel"/>
          <w:bCs/>
          <w:sz w:val="24"/>
          <w:szCs w:val="24"/>
        </w:rPr>
        <w:t>Praca w grupach, dyskusja, prezentacj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bCs/>
          <w:sz w:val="24"/>
          <w:szCs w:val="24"/>
        </w:rPr>
        <w:t xml:space="preserve"> multimedialn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sz w:val="24"/>
          <w:szCs w:val="24"/>
        </w:rPr>
        <w:t xml:space="preserve"> wybranego programu  wsparcia dzieci </w:t>
      </w:r>
      <w:r>
        <w:rPr>
          <w:rFonts w:ascii="Corbel" w:hAnsi="Corbel"/>
          <w:sz w:val="24"/>
          <w:szCs w:val="24"/>
        </w:rPr>
        <w:t xml:space="preserve">i </w:t>
      </w:r>
      <w:r w:rsidRPr="00467428">
        <w:rPr>
          <w:rFonts w:ascii="Corbel" w:hAnsi="Corbel"/>
          <w:sz w:val="24"/>
          <w:szCs w:val="24"/>
        </w:rPr>
        <w:t>młodzieży w środowisku lokalnym</w:t>
      </w:r>
      <w:r w:rsidRPr="00467428">
        <w:rPr>
          <w:rFonts w:ascii="Corbel" w:hAnsi="Corbel"/>
          <w:b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EC4DEE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14:paraId="6FF06EFD" w14:textId="77777777" w:rsidR="00576C7A" w:rsidRPr="00AE36BF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6335E819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5E21F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8D57" w14:textId="77777777" w:rsidR="006E4F87" w:rsidRPr="009C54AE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6847DE" w14:textId="6F4E6DA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E33C5" w:rsidRPr="00F552E1" w14:paraId="1A407B86" w14:textId="77777777" w:rsidTr="007C3693">
        <w:tc>
          <w:tcPr>
            <w:tcW w:w="8646" w:type="dxa"/>
          </w:tcPr>
          <w:p w14:paraId="290BAAF1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3FA99C3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DBD54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9308EC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Krasiejko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>. Warszawa: Wydawnictwo Difin.</w:t>
            </w:r>
          </w:p>
          <w:p w14:paraId="27CA1BAE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0F94A2CD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t.j.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54365BFA" w14:textId="77777777" w:rsidR="008E33C5" w:rsidRPr="006906F4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r w:rsidRPr="006906F4">
              <w:rPr>
                <w:rFonts w:ascii="Corbel" w:hAnsi="Corbel" w:cs="Arial"/>
                <w:sz w:val="24"/>
                <w:szCs w:val="24"/>
              </w:rPr>
              <w:t>t.j.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47366ED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Wielgos-Struck R. (2015). Obszary wsparcia rodziny w doświadczeniu lokalnym, Rzeszów: Wydawnictwo Uniwersytetu Rzeszowskiego.</w:t>
            </w:r>
          </w:p>
        </w:tc>
      </w:tr>
      <w:tr w:rsidR="008E33C5" w:rsidRPr="00426E9B" w14:paraId="2D8BDC50" w14:textId="77777777" w:rsidTr="007C3693">
        <w:tc>
          <w:tcPr>
            <w:tcW w:w="8646" w:type="dxa"/>
          </w:tcPr>
          <w:p w14:paraId="36CF8CF6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35F8592" w14:textId="77777777" w:rsidR="008E33C5" w:rsidRPr="00E65604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Pr="00747276">
              <w:rPr>
                <w:rFonts w:ascii="Corbel" w:hAnsi="Corbel"/>
                <w:iCs/>
                <w:sz w:val="24"/>
                <w:szCs w:val="24"/>
              </w:rPr>
              <w:t xml:space="preserve"> Smagacz-Poziemska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M. (red.).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automarginalizacji nieletnich, Kraków</w:t>
            </w:r>
            <w:r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12940177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5308FA63" w14:textId="77777777" w:rsidR="008E33C5" w:rsidRPr="00363ED5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 J. , Szymanowska J.</w:t>
            </w:r>
            <w:r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Trans Humana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7A7EBC" w14:textId="77777777" w:rsidR="008E33C5" w:rsidRPr="00087F3A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Kantowicz E.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5CB2CF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Krasiejko I., Łukasik B. (2017). Refleksyjna edukacja metodycznego działania w pracy socjalno-wychowawczej, Częstochowa:</w:t>
            </w:r>
            <w:r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47449819" w14:textId="77777777" w:rsidR="008E33C5" w:rsidRPr="00426E9B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CE981" w14:textId="77777777" w:rsidR="0007478D" w:rsidRDefault="0007478D" w:rsidP="00C16ABF">
      <w:pPr>
        <w:spacing w:after="0" w:line="240" w:lineRule="auto"/>
      </w:pPr>
      <w:r>
        <w:separator/>
      </w:r>
    </w:p>
  </w:endnote>
  <w:endnote w:type="continuationSeparator" w:id="0">
    <w:p w14:paraId="1C55ED5A" w14:textId="77777777" w:rsidR="0007478D" w:rsidRDefault="000747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2E582D6B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639">
          <w:rPr>
            <w:noProof/>
          </w:rPr>
          <w:t>1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DA44F" w14:textId="77777777" w:rsidR="0007478D" w:rsidRDefault="0007478D" w:rsidP="00C16ABF">
      <w:pPr>
        <w:spacing w:after="0" w:line="240" w:lineRule="auto"/>
      </w:pPr>
      <w:r>
        <w:separator/>
      </w:r>
    </w:p>
  </w:footnote>
  <w:footnote w:type="continuationSeparator" w:id="0">
    <w:p w14:paraId="267B423C" w14:textId="77777777" w:rsidR="0007478D" w:rsidRDefault="0007478D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7478D"/>
    <w:rsid w:val="00084C12"/>
    <w:rsid w:val="00087F3A"/>
    <w:rsid w:val="00093CBB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37E5F"/>
    <w:rsid w:val="00146BC0"/>
    <w:rsid w:val="00153C41"/>
    <w:rsid w:val="00154381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D5282"/>
    <w:rsid w:val="004D7A35"/>
    <w:rsid w:val="004E5358"/>
    <w:rsid w:val="004F1551"/>
    <w:rsid w:val="004F55A3"/>
    <w:rsid w:val="0050496F"/>
    <w:rsid w:val="00513B6F"/>
    <w:rsid w:val="00517C63"/>
    <w:rsid w:val="00531639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C613D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C5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2F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A5B0F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A2114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9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71E8B5-6FBE-4CDD-8F63-03405678F2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4DFD2-564D-4DE2-A8C8-8A0A693EA696}"/>
</file>

<file path=customXml/itemProps3.xml><?xml version="1.0" encoding="utf-8"?>
<ds:datastoreItem xmlns:ds="http://schemas.openxmlformats.org/officeDocument/2006/customXml" ds:itemID="{6298CBC2-B568-4841-B53A-C6C3F15FA7F7}"/>
</file>

<file path=customXml/itemProps4.xml><?xml version="1.0" encoding="utf-8"?>
<ds:datastoreItem xmlns:ds="http://schemas.openxmlformats.org/officeDocument/2006/customXml" ds:itemID="{1D1A9C64-1DAA-41C0-A5B4-21B0B2ABBE0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2021-09-30T19:27:00Z</dcterms:created>
  <dcterms:modified xsi:type="dcterms:W3CDTF">2021-10-02T12:49:00Z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